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3496091-C51D-4FC2-9DBE-63D599254E8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